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0BD2F252"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7170A1">
        <w:rPr>
          <w:b/>
          <w:lang w:val="en-GB"/>
        </w:rPr>
        <w:t xml:space="preserve"> 29-G0</w:t>
      </w:r>
      <w:r w:rsidR="00E33CA1">
        <w:rPr>
          <w:b/>
          <w:lang w:val="en-GB"/>
        </w:rPr>
        <w:t>01</w:t>
      </w:r>
      <w:r w:rsidR="007170A1">
        <w:rPr>
          <w:b/>
          <w:lang w:val="en-GB"/>
        </w:rPr>
        <w:t>-25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1BAF6" w14:textId="77777777" w:rsidR="00E72D86" w:rsidRDefault="00E72D86">
      <w:r>
        <w:separator/>
      </w:r>
    </w:p>
  </w:endnote>
  <w:endnote w:type="continuationSeparator" w:id="0">
    <w:p w14:paraId="722A1F67" w14:textId="77777777" w:rsidR="00E72D86" w:rsidRDefault="00E72D86">
      <w:r>
        <w:continuationSeparator/>
      </w:r>
    </w:p>
  </w:endnote>
  <w:endnote w:type="continuationNotice" w:id="1">
    <w:p w14:paraId="0A52AAA7" w14:textId="77777777" w:rsidR="00E72D86" w:rsidRDefault="00E72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14E3C3D" w:rsidR="00133D55" w:rsidRDefault="00133D55" w:rsidP="004878F3">
    <w:pPr>
      <w:pStyle w:val="Footer"/>
    </w:pPr>
    <w:r>
      <w:fldChar w:fldCharType="begin"/>
    </w:r>
    <w:r>
      <w:instrText xml:space="preserve"> DATE \@ "yyyy-MM-dd" </w:instrText>
    </w:r>
    <w:r>
      <w:fldChar w:fldCharType="separate"/>
    </w:r>
    <w:r w:rsidR="00E33CA1">
      <w:rPr>
        <w:noProof/>
      </w:rPr>
      <w:t>2025-02-27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53ACE" w14:textId="77777777" w:rsidR="00E72D86" w:rsidRDefault="00E72D86">
      <w:r>
        <w:separator/>
      </w:r>
    </w:p>
  </w:footnote>
  <w:footnote w:type="continuationSeparator" w:id="0">
    <w:p w14:paraId="3AD2363F" w14:textId="77777777" w:rsidR="00E72D86" w:rsidRDefault="00E72D86">
      <w:r>
        <w:continuationSeparator/>
      </w:r>
    </w:p>
  </w:footnote>
  <w:footnote w:type="continuationNotice" w:id="1">
    <w:p w14:paraId="6C5BB6E9" w14:textId="77777777" w:rsidR="00E72D86" w:rsidRDefault="00E72D8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79F"/>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37F80"/>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5518"/>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170A1"/>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58F"/>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316"/>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3CA1"/>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2D86"/>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1</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2020-07-06T12:37:00Z</dcterms:created>
  <dcterms:modified xsi:type="dcterms:W3CDTF">2025-02-26T22:02:00Z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